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060609" w14:textId="77777777" w:rsidR="00C904D4" w:rsidRDefault="00C904D4" w:rsidP="00C904D4">
      <w:pPr>
        <w:keepNext/>
        <w:suppressAutoHyphens/>
        <w:rPr>
          <w:rFonts w:cs="Arial"/>
          <w:snapToGrid w:val="0"/>
          <w:sz w:val="16"/>
          <w:szCs w:val="16"/>
        </w:rPr>
      </w:pPr>
    </w:p>
    <w:p w14:paraId="48058DEE" w14:textId="77777777" w:rsidR="0083296B" w:rsidRPr="00644A38" w:rsidRDefault="0083296B" w:rsidP="00C904D4">
      <w:pPr>
        <w:keepNext/>
        <w:suppressAutoHyphens/>
        <w:rPr>
          <w:rFonts w:cs="Arial"/>
          <w:snapToGrid w:val="0"/>
          <w:sz w:val="16"/>
          <w:szCs w:val="16"/>
        </w:rPr>
      </w:pPr>
    </w:p>
    <w:p w14:paraId="50224A2E" w14:textId="77777777" w:rsidR="00C904D4" w:rsidRPr="00644A38" w:rsidRDefault="00C904D4" w:rsidP="00C904D4">
      <w:pPr>
        <w:keepNext/>
        <w:suppressAutoHyphens/>
        <w:rPr>
          <w:rFonts w:cs="Arial"/>
          <w:snapToGrid w:val="0"/>
          <w:szCs w:val="22"/>
        </w:rPr>
      </w:pPr>
      <w:r w:rsidRPr="00644A38">
        <w:rPr>
          <w:rFonts w:cs="Arial"/>
          <w:snapToGrid w:val="0"/>
          <w:szCs w:val="22"/>
        </w:rPr>
        <w:t>Nr rej.: ……………………………</w:t>
      </w:r>
    </w:p>
    <w:p w14:paraId="4E84A86B" w14:textId="77777777" w:rsidR="00C904D4" w:rsidRPr="00644A38" w:rsidRDefault="00C904D4" w:rsidP="00C904D4">
      <w:pPr>
        <w:pStyle w:val="Nagwek1"/>
        <w:suppressAutoHyphens/>
        <w:spacing w:line="240" w:lineRule="auto"/>
        <w:rPr>
          <w:rFonts w:cs="Arial"/>
          <w:spacing w:val="100"/>
          <w:sz w:val="22"/>
          <w:szCs w:val="22"/>
        </w:rPr>
      </w:pPr>
    </w:p>
    <w:p w14:paraId="523DE551" w14:textId="77777777" w:rsidR="00C904D4" w:rsidRPr="00644A38" w:rsidRDefault="00DE0829" w:rsidP="00C904D4">
      <w:pPr>
        <w:pStyle w:val="Nagwek1"/>
        <w:suppressAutoHyphens/>
        <w:spacing w:line="240" w:lineRule="auto"/>
        <w:rPr>
          <w:rFonts w:cs="Arial"/>
          <w:spacing w:val="100"/>
          <w:sz w:val="22"/>
          <w:szCs w:val="22"/>
        </w:rPr>
      </w:pPr>
      <w:r w:rsidRPr="00644A38">
        <w:rPr>
          <w:rFonts w:cs="Arial"/>
          <w:spacing w:val="100"/>
          <w:sz w:val="22"/>
          <w:szCs w:val="22"/>
        </w:rPr>
        <w:t>PROTOKÓŁ</w:t>
      </w:r>
    </w:p>
    <w:p w14:paraId="2B93231A" w14:textId="77777777" w:rsidR="00DE0829" w:rsidRPr="00644A38" w:rsidRDefault="00DE0829" w:rsidP="00C904D4">
      <w:pPr>
        <w:pStyle w:val="Nagwek1"/>
        <w:suppressAutoHyphens/>
        <w:spacing w:line="240" w:lineRule="auto"/>
        <w:rPr>
          <w:rFonts w:cs="Arial"/>
          <w:spacing w:val="100"/>
          <w:sz w:val="22"/>
          <w:szCs w:val="22"/>
        </w:rPr>
      </w:pPr>
      <w:r w:rsidRPr="00644A38">
        <w:rPr>
          <w:rFonts w:cs="Arial"/>
          <w:spacing w:val="100"/>
          <w:sz w:val="22"/>
          <w:szCs w:val="22"/>
        </w:rPr>
        <w:t xml:space="preserve"> </w:t>
      </w:r>
    </w:p>
    <w:p w14:paraId="46B66BA5" w14:textId="77777777" w:rsidR="00DE0829" w:rsidRPr="00644A38" w:rsidRDefault="00C904D4" w:rsidP="00C904D4">
      <w:pPr>
        <w:suppressAutoHyphens/>
        <w:jc w:val="center"/>
        <w:rPr>
          <w:rFonts w:cs="Arial"/>
          <w:b/>
          <w:spacing w:val="40"/>
          <w:szCs w:val="22"/>
        </w:rPr>
      </w:pPr>
      <w:r w:rsidRPr="00644A38">
        <w:rPr>
          <w:rFonts w:cs="Arial"/>
          <w:b/>
          <w:spacing w:val="40"/>
          <w:szCs w:val="22"/>
        </w:rPr>
        <w:t>przesłuchania świadka</w:t>
      </w:r>
    </w:p>
    <w:p w14:paraId="5F4C728E" w14:textId="77777777" w:rsidR="00C904D4" w:rsidRPr="00644A38" w:rsidRDefault="00C904D4" w:rsidP="00C904D4">
      <w:pPr>
        <w:suppressAutoHyphens/>
        <w:jc w:val="center"/>
        <w:rPr>
          <w:rFonts w:cs="Arial"/>
          <w:szCs w:val="22"/>
        </w:rPr>
      </w:pPr>
    </w:p>
    <w:p w14:paraId="12D394B8" w14:textId="77777777" w:rsidR="00DE0829" w:rsidRPr="00644A38" w:rsidRDefault="00384DED" w:rsidP="00E64C1D">
      <w:pPr>
        <w:pStyle w:val="Nagwek"/>
        <w:tabs>
          <w:tab w:val="clear" w:pos="4536"/>
          <w:tab w:val="clear" w:pos="9072"/>
        </w:tabs>
        <w:suppressAutoHyphens/>
        <w:rPr>
          <w:rFonts w:cs="Arial"/>
          <w:szCs w:val="22"/>
        </w:rPr>
      </w:pPr>
      <w:r w:rsidRPr="00644A38">
        <w:rPr>
          <w:rFonts w:cs="Arial"/>
          <w:szCs w:val="22"/>
        </w:rPr>
        <w:t xml:space="preserve">Dnia </w:t>
      </w:r>
      <w:r w:rsidRPr="00644A38">
        <w:rPr>
          <w:rFonts w:cs="Arial"/>
          <w:snapToGrid w:val="0"/>
          <w:szCs w:val="22"/>
        </w:rPr>
        <w:t xml:space="preserve">_ _. _ _. _ _ _ _ </w:t>
      </w:r>
      <w:r w:rsidR="00DE0829" w:rsidRPr="00644A38">
        <w:rPr>
          <w:rFonts w:cs="Arial"/>
          <w:snapToGrid w:val="0"/>
          <w:szCs w:val="22"/>
        </w:rPr>
        <w:t xml:space="preserve">r. </w:t>
      </w:r>
      <w:r w:rsidR="00DE0829" w:rsidRPr="00644A38">
        <w:rPr>
          <w:rFonts w:cs="Arial"/>
          <w:szCs w:val="22"/>
        </w:rPr>
        <w:t xml:space="preserve">w ………………………………….........…….…… o </w:t>
      </w:r>
      <w:r w:rsidRPr="00644A38">
        <w:rPr>
          <w:rFonts w:cs="Arial"/>
          <w:szCs w:val="22"/>
        </w:rPr>
        <w:t>godz.</w:t>
      </w:r>
      <w:r w:rsidR="005D07C4">
        <w:rPr>
          <w:rFonts w:cs="Arial"/>
          <w:szCs w:val="22"/>
        </w:rPr>
        <w:t> </w:t>
      </w:r>
      <w:r w:rsidRPr="00644A38">
        <w:rPr>
          <w:rFonts w:cs="Arial"/>
          <w:szCs w:val="22"/>
        </w:rPr>
        <w:t>...............</w:t>
      </w:r>
      <w:r w:rsidR="00E64C1D" w:rsidRPr="00644A38">
        <w:rPr>
          <w:rFonts w:cs="Arial"/>
          <w:szCs w:val="22"/>
        </w:rPr>
        <w:t>......</w:t>
      </w:r>
      <w:r w:rsidRPr="00644A38">
        <w:rPr>
          <w:rFonts w:cs="Arial"/>
          <w:szCs w:val="22"/>
        </w:rPr>
        <w:t xml:space="preserve">....…, </w:t>
      </w:r>
    </w:p>
    <w:p w14:paraId="59FD163B" w14:textId="77777777" w:rsidR="00DE0829" w:rsidRPr="00644A38" w:rsidRDefault="00DE0829" w:rsidP="00E64C1D">
      <w:pPr>
        <w:pStyle w:val="Nagwek"/>
        <w:tabs>
          <w:tab w:val="clear" w:pos="4536"/>
          <w:tab w:val="clear" w:pos="9072"/>
        </w:tabs>
        <w:suppressAutoHyphens/>
        <w:rPr>
          <w:rFonts w:cs="Arial"/>
          <w:szCs w:val="22"/>
        </w:rPr>
      </w:pPr>
      <w:r w:rsidRPr="00644A38">
        <w:rPr>
          <w:rFonts w:cs="Arial"/>
          <w:szCs w:val="22"/>
        </w:rPr>
        <w:t xml:space="preserve">…………………….........................................................….….………..…..... działający na podstawie </w:t>
      </w:r>
    </w:p>
    <w:p w14:paraId="5D4AC8E6" w14:textId="57091561" w:rsidR="00DE0829" w:rsidRPr="00644A38" w:rsidRDefault="00DE0829" w:rsidP="00871227">
      <w:pPr>
        <w:keepNext/>
        <w:suppressAutoHyphens/>
        <w:ind w:left="709" w:firstLine="709"/>
        <w:rPr>
          <w:rFonts w:cs="Arial"/>
          <w:i/>
          <w:snapToGrid w:val="0"/>
          <w:sz w:val="16"/>
          <w:szCs w:val="16"/>
        </w:rPr>
      </w:pPr>
      <w:r w:rsidRPr="00644A38">
        <w:rPr>
          <w:rFonts w:cs="Arial"/>
          <w:i/>
          <w:snapToGrid w:val="0"/>
          <w:sz w:val="16"/>
          <w:szCs w:val="16"/>
        </w:rPr>
        <w:t>(</w:t>
      </w:r>
      <w:r w:rsidR="003E4751">
        <w:rPr>
          <w:rFonts w:cs="Arial"/>
          <w:i/>
          <w:snapToGrid w:val="0"/>
          <w:sz w:val="16"/>
          <w:szCs w:val="16"/>
        </w:rPr>
        <w:t xml:space="preserve">stanowisko </w:t>
      </w:r>
      <w:r w:rsidRPr="00644A38">
        <w:rPr>
          <w:rFonts w:cs="Arial"/>
          <w:i/>
          <w:snapToGrid w:val="0"/>
          <w:sz w:val="16"/>
          <w:szCs w:val="16"/>
        </w:rPr>
        <w:t>służbow</w:t>
      </w:r>
      <w:r w:rsidR="003E4751">
        <w:rPr>
          <w:rFonts w:cs="Arial"/>
          <w:i/>
          <w:snapToGrid w:val="0"/>
          <w:sz w:val="16"/>
          <w:szCs w:val="16"/>
        </w:rPr>
        <w:t>e</w:t>
      </w:r>
      <w:r w:rsidRPr="00644A38">
        <w:rPr>
          <w:rFonts w:cs="Arial"/>
          <w:i/>
          <w:snapToGrid w:val="0"/>
          <w:sz w:val="16"/>
          <w:szCs w:val="16"/>
        </w:rPr>
        <w:t xml:space="preserve"> oraz imię i nazwisko inspektora pracy)</w:t>
      </w:r>
    </w:p>
    <w:p w14:paraId="1909F5E0" w14:textId="6684B91E" w:rsidR="00DE0829" w:rsidRPr="009114DD" w:rsidRDefault="00DC30A0" w:rsidP="00E64C1D">
      <w:pPr>
        <w:pStyle w:val="Nagwek"/>
        <w:tabs>
          <w:tab w:val="clear" w:pos="4536"/>
          <w:tab w:val="clear" w:pos="9072"/>
        </w:tabs>
        <w:suppressAutoHyphens/>
        <w:rPr>
          <w:rFonts w:cs="Arial"/>
          <w:snapToGrid w:val="0"/>
          <w:szCs w:val="22"/>
        </w:rPr>
      </w:pPr>
      <w:r w:rsidRPr="00644A38">
        <w:rPr>
          <w:rFonts w:cs="Arial"/>
          <w:szCs w:val="22"/>
        </w:rPr>
        <w:t>art. 23 ust. 1 pkt</w:t>
      </w:r>
      <w:r w:rsidR="005D07C4">
        <w:rPr>
          <w:rFonts w:cs="Arial"/>
          <w:szCs w:val="22"/>
        </w:rPr>
        <w:t> </w:t>
      </w:r>
      <w:r w:rsidRPr="00644A38">
        <w:rPr>
          <w:rFonts w:cs="Arial"/>
          <w:szCs w:val="22"/>
        </w:rPr>
        <w:t>3</w:t>
      </w:r>
      <w:r w:rsidR="00E64C1D" w:rsidRPr="00644A38">
        <w:rPr>
          <w:rFonts w:cs="Arial"/>
          <w:szCs w:val="22"/>
        </w:rPr>
        <w:t>/</w:t>
      </w:r>
      <w:r w:rsidR="00DE0829" w:rsidRPr="00644A38">
        <w:rPr>
          <w:rFonts w:cs="Arial"/>
          <w:szCs w:val="22"/>
        </w:rPr>
        <w:t>9</w:t>
      </w:r>
      <w:r w:rsidRPr="00644A38">
        <w:rPr>
          <w:rFonts w:cs="Arial"/>
          <w:szCs w:val="22"/>
          <w:vertAlign w:val="superscript"/>
        </w:rPr>
        <w:t>(*)</w:t>
      </w:r>
      <w:r w:rsidR="00DE0829" w:rsidRPr="00644A38">
        <w:rPr>
          <w:rFonts w:cs="Arial"/>
          <w:szCs w:val="22"/>
        </w:rPr>
        <w:t xml:space="preserve"> ustawy z dnia 13 kwietnia 2007 r. o Państwowej Inspekcji Pracy </w:t>
      </w:r>
      <w:r w:rsidR="00247FC0">
        <w:rPr>
          <w:rFonts w:cs="Arial"/>
          <w:szCs w:val="22"/>
        </w:rPr>
        <w:br/>
      </w:r>
      <w:r w:rsidR="0083296B" w:rsidRPr="0083296B">
        <w:rPr>
          <w:rFonts w:cs="Arial"/>
          <w:szCs w:val="22"/>
        </w:rPr>
        <w:t xml:space="preserve">(Dz. U. z 2024 r. poz. 97, z </w:t>
      </w:r>
      <w:proofErr w:type="spellStart"/>
      <w:r w:rsidR="0083296B" w:rsidRPr="0083296B">
        <w:rPr>
          <w:rFonts w:cs="Arial"/>
          <w:szCs w:val="22"/>
        </w:rPr>
        <w:t>późn</w:t>
      </w:r>
      <w:proofErr w:type="spellEnd"/>
      <w:r w:rsidR="0083296B" w:rsidRPr="0083296B">
        <w:rPr>
          <w:rFonts w:cs="Arial"/>
          <w:szCs w:val="22"/>
        </w:rPr>
        <w:t xml:space="preserve">. </w:t>
      </w:r>
      <w:proofErr w:type="spellStart"/>
      <w:r w:rsidR="0083296B" w:rsidRPr="0083296B">
        <w:rPr>
          <w:rFonts w:cs="Arial"/>
          <w:szCs w:val="22"/>
        </w:rPr>
        <w:t>zm</w:t>
      </w:r>
      <w:proofErr w:type="spellEnd"/>
      <w:r w:rsidR="0083296B" w:rsidRPr="0083296B">
        <w:rPr>
          <w:rFonts w:cs="Arial"/>
          <w:szCs w:val="22"/>
        </w:rPr>
        <w:t>)</w:t>
      </w:r>
      <w:r w:rsidR="00DE0829" w:rsidRPr="00644A38">
        <w:rPr>
          <w:rFonts w:cs="Arial"/>
          <w:szCs w:val="22"/>
        </w:rPr>
        <w:t xml:space="preserve"> – w ramach terytorialnej właściwości Okręgowego Inspektoratu Pracy w </w:t>
      </w:r>
      <w:r w:rsidR="00C904D4" w:rsidRPr="00644A38">
        <w:rPr>
          <w:rFonts w:cs="Arial"/>
          <w:snapToGrid w:val="0"/>
          <w:szCs w:val="22"/>
        </w:rPr>
        <w:t>……………………..…...........................</w:t>
      </w:r>
      <w:r w:rsidR="00DE0829" w:rsidRPr="00644A38">
        <w:rPr>
          <w:rFonts w:cs="Arial"/>
          <w:szCs w:val="22"/>
        </w:rPr>
        <w:t>, przesłuchał niżej wymienionego(</w:t>
      </w:r>
      <w:r w:rsidR="00247FC0">
        <w:rPr>
          <w:rFonts w:cs="Arial"/>
          <w:szCs w:val="22"/>
        </w:rPr>
        <w:t>-</w:t>
      </w:r>
      <w:r w:rsidR="00DE0829" w:rsidRPr="00644A38">
        <w:rPr>
          <w:rFonts w:cs="Arial"/>
          <w:szCs w:val="22"/>
        </w:rPr>
        <w:t>ą) w charakterze świadka.</w:t>
      </w:r>
    </w:p>
    <w:p w14:paraId="2E2A4F71" w14:textId="77777777" w:rsidR="00DE0829" w:rsidRPr="00644A38" w:rsidRDefault="00DE0829" w:rsidP="00C904D4">
      <w:pPr>
        <w:suppressAutoHyphens/>
        <w:rPr>
          <w:rFonts w:cs="Arial"/>
          <w:szCs w:val="22"/>
        </w:rPr>
      </w:pPr>
    </w:p>
    <w:p w14:paraId="28367D51" w14:textId="77777777" w:rsidR="00DE0829" w:rsidRPr="00644A38" w:rsidRDefault="00DE0829" w:rsidP="00C904D4">
      <w:pPr>
        <w:tabs>
          <w:tab w:val="left" w:pos="0"/>
          <w:tab w:val="right" w:leader="dot" w:pos="9356"/>
        </w:tabs>
        <w:suppressAutoHyphens/>
        <w:rPr>
          <w:rFonts w:cs="Arial"/>
          <w:szCs w:val="22"/>
        </w:rPr>
      </w:pPr>
      <w:r w:rsidRPr="00644A38">
        <w:rPr>
          <w:rFonts w:cs="Arial"/>
          <w:b/>
          <w:szCs w:val="22"/>
        </w:rPr>
        <w:t>1. Imię i nazwisko</w:t>
      </w:r>
      <w:r w:rsidRPr="00644A38">
        <w:rPr>
          <w:rFonts w:cs="Arial"/>
          <w:szCs w:val="22"/>
        </w:rPr>
        <w:t>: …………………………………………………………………………………………..</w:t>
      </w:r>
      <w:r w:rsidR="00871227" w:rsidRPr="00644A38">
        <w:rPr>
          <w:rFonts w:cs="Arial"/>
          <w:szCs w:val="22"/>
        </w:rPr>
        <w:t>.</w:t>
      </w:r>
    </w:p>
    <w:p w14:paraId="4D72490B" w14:textId="77777777" w:rsidR="00DE0829" w:rsidRPr="00644A38" w:rsidRDefault="00C50095" w:rsidP="00C904D4">
      <w:pPr>
        <w:tabs>
          <w:tab w:val="left" w:pos="0"/>
          <w:tab w:val="right" w:leader="dot" w:pos="9356"/>
        </w:tabs>
        <w:suppressAutoHyphens/>
        <w:rPr>
          <w:rFonts w:cs="Arial"/>
          <w:szCs w:val="22"/>
        </w:rPr>
      </w:pPr>
      <w:r>
        <w:rPr>
          <w:rFonts w:cs="Arial"/>
          <w:b/>
          <w:szCs w:val="22"/>
        </w:rPr>
        <w:t>2</w:t>
      </w:r>
      <w:r w:rsidR="00DE0829" w:rsidRPr="00644A38">
        <w:rPr>
          <w:rFonts w:cs="Arial"/>
          <w:b/>
          <w:szCs w:val="22"/>
        </w:rPr>
        <w:t>. Data i miejsce urodzenia</w:t>
      </w:r>
      <w:r w:rsidR="00DE0829" w:rsidRPr="00644A38">
        <w:rPr>
          <w:rFonts w:cs="Arial"/>
          <w:szCs w:val="22"/>
        </w:rPr>
        <w:t>:</w:t>
      </w:r>
      <w:r w:rsidR="00DE0829" w:rsidRPr="00644A38">
        <w:rPr>
          <w:rFonts w:cs="Arial"/>
          <w:szCs w:val="22"/>
        </w:rPr>
        <w:tab/>
        <w:t>………………………………………………………………………………</w:t>
      </w:r>
      <w:r w:rsidR="00871227" w:rsidRPr="00644A38">
        <w:rPr>
          <w:rFonts w:cs="Arial"/>
          <w:szCs w:val="22"/>
        </w:rPr>
        <w:t>.</w:t>
      </w:r>
      <w:r w:rsidR="00DE0829" w:rsidRPr="00644A38">
        <w:rPr>
          <w:rFonts w:cs="Arial"/>
          <w:szCs w:val="22"/>
        </w:rPr>
        <w:t>.</w:t>
      </w:r>
    </w:p>
    <w:p w14:paraId="346902D0" w14:textId="77777777" w:rsidR="00DE0829" w:rsidRPr="00644A38" w:rsidRDefault="00C50095" w:rsidP="00C904D4">
      <w:pPr>
        <w:tabs>
          <w:tab w:val="left" w:pos="0"/>
          <w:tab w:val="right" w:leader="dot" w:pos="9356"/>
        </w:tabs>
        <w:suppressAutoHyphens/>
        <w:rPr>
          <w:rFonts w:cs="Arial"/>
          <w:szCs w:val="22"/>
        </w:rPr>
      </w:pPr>
      <w:r>
        <w:rPr>
          <w:rFonts w:cs="Arial"/>
          <w:b/>
          <w:szCs w:val="22"/>
        </w:rPr>
        <w:t>3</w:t>
      </w:r>
      <w:r w:rsidR="00DE0829" w:rsidRPr="00644A38">
        <w:rPr>
          <w:rFonts w:cs="Arial"/>
          <w:b/>
          <w:szCs w:val="22"/>
        </w:rPr>
        <w:t>. Miejsce zamieszkania</w:t>
      </w:r>
      <w:r w:rsidR="00DE0829" w:rsidRPr="00644A38">
        <w:rPr>
          <w:rFonts w:cs="Arial"/>
          <w:szCs w:val="22"/>
        </w:rPr>
        <w:t xml:space="preserve">: </w:t>
      </w:r>
      <w:r w:rsidR="00DE0829" w:rsidRPr="00644A38">
        <w:rPr>
          <w:rFonts w:cs="Arial"/>
          <w:szCs w:val="22"/>
        </w:rPr>
        <w:tab/>
        <w:t>…………………………………………………………………………………</w:t>
      </w:r>
      <w:r w:rsidR="00871227" w:rsidRPr="00644A38">
        <w:rPr>
          <w:rFonts w:cs="Arial"/>
          <w:szCs w:val="22"/>
        </w:rPr>
        <w:t>.</w:t>
      </w:r>
      <w:r w:rsidR="00DE0829" w:rsidRPr="00644A38">
        <w:rPr>
          <w:rFonts w:cs="Arial"/>
          <w:szCs w:val="22"/>
        </w:rPr>
        <w:t>.</w:t>
      </w:r>
      <w:r w:rsidR="00871227" w:rsidRPr="00644A38">
        <w:rPr>
          <w:rFonts w:cs="Arial"/>
          <w:szCs w:val="22"/>
        </w:rPr>
        <w:t>.</w:t>
      </w:r>
    </w:p>
    <w:p w14:paraId="3B9DBAE8" w14:textId="77777777" w:rsidR="00DE0829" w:rsidRPr="00644A38" w:rsidRDefault="00DE0829" w:rsidP="00C904D4">
      <w:pPr>
        <w:tabs>
          <w:tab w:val="left" w:pos="0"/>
          <w:tab w:val="right" w:leader="dot" w:pos="9356"/>
        </w:tabs>
        <w:suppressAutoHyphens/>
        <w:jc w:val="center"/>
        <w:rPr>
          <w:rFonts w:cs="Arial"/>
          <w:i/>
          <w:sz w:val="16"/>
          <w:szCs w:val="16"/>
        </w:rPr>
      </w:pPr>
      <w:r w:rsidRPr="00644A38">
        <w:rPr>
          <w:rFonts w:cs="Arial"/>
          <w:szCs w:val="22"/>
        </w:rPr>
        <w:t xml:space="preserve">                                      </w:t>
      </w:r>
      <w:r w:rsidRPr="00644A38">
        <w:rPr>
          <w:rFonts w:cs="Arial"/>
          <w:i/>
          <w:szCs w:val="22"/>
        </w:rPr>
        <w:t xml:space="preserve"> </w:t>
      </w:r>
      <w:r w:rsidRPr="00644A38">
        <w:rPr>
          <w:rFonts w:cs="Arial"/>
          <w:i/>
          <w:sz w:val="16"/>
          <w:szCs w:val="16"/>
        </w:rPr>
        <w:t>(adres ze wskazaniem poczty)</w:t>
      </w:r>
    </w:p>
    <w:p w14:paraId="2D182BDA" w14:textId="77777777" w:rsidR="00DE0829" w:rsidRPr="00644A38" w:rsidRDefault="00C50095" w:rsidP="00C904D4">
      <w:pPr>
        <w:tabs>
          <w:tab w:val="left" w:pos="0"/>
          <w:tab w:val="right" w:leader="dot" w:pos="9356"/>
        </w:tabs>
        <w:suppressAutoHyphens/>
        <w:rPr>
          <w:rFonts w:cs="Arial"/>
          <w:szCs w:val="22"/>
        </w:rPr>
      </w:pPr>
      <w:r>
        <w:rPr>
          <w:rFonts w:cs="Arial"/>
          <w:b/>
          <w:szCs w:val="22"/>
        </w:rPr>
        <w:t>4</w:t>
      </w:r>
      <w:r w:rsidR="00493519">
        <w:rPr>
          <w:rFonts w:cs="Arial"/>
          <w:b/>
          <w:szCs w:val="22"/>
        </w:rPr>
        <w:t>. Adres do</w:t>
      </w:r>
      <w:r w:rsidR="00DE0829" w:rsidRPr="00644A38">
        <w:rPr>
          <w:rFonts w:cs="Arial"/>
          <w:b/>
          <w:szCs w:val="22"/>
        </w:rPr>
        <w:t xml:space="preserve"> korespondencji w kraju</w:t>
      </w:r>
      <w:r w:rsidR="00DE0829" w:rsidRPr="00644A38">
        <w:rPr>
          <w:rFonts w:cs="Arial"/>
          <w:szCs w:val="22"/>
        </w:rPr>
        <w:t>: …………….……………………………………………………</w:t>
      </w:r>
      <w:r w:rsidR="00871227" w:rsidRPr="00644A38">
        <w:rPr>
          <w:rFonts w:cs="Arial"/>
          <w:szCs w:val="22"/>
        </w:rPr>
        <w:t>.</w:t>
      </w:r>
      <w:r w:rsidR="00DE0829" w:rsidRPr="00644A38">
        <w:rPr>
          <w:rFonts w:cs="Arial"/>
          <w:szCs w:val="22"/>
        </w:rPr>
        <w:t>.</w:t>
      </w:r>
      <w:r w:rsidR="00871227" w:rsidRPr="00644A38">
        <w:rPr>
          <w:rFonts w:cs="Arial"/>
          <w:szCs w:val="22"/>
        </w:rPr>
        <w:t>.</w:t>
      </w:r>
    </w:p>
    <w:p w14:paraId="13570E4F" w14:textId="77777777" w:rsidR="00DE0829" w:rsidRPr="00644A38" w:rsidRDefault="00C50095" w:rsidP="00C904D4">
      <w:pPr>
        <w:tabs>
          <w:tab w:val="left" w:pos="0"/>
          <w:tab w:val="right" w:leader="dot" w:pos="9356"/>
        </w:tabs>
        <w:suppressAutoHyphens/>
        <w:rPr>
          <w:rFonts w:cs="Arial"/>
          <w:szCs w:val="22"/>
        </w:rPr>
      </w:pPr>
      <w:r>
        <w:rPr>
          <w:rFonts w:cs="Arial"/>
          <w:b/>
          <w:szCs w:val="22"/>
        </w:rPr>
        <w:t>5</w:t>
      </w:r>
      <w:r w:rsidR="00DE0829" w:rsidRPr="00644A38">
        <w:rPr>
          <w:rFonts w:cs="Arial"/>
          <w:b/>
          <w:szCs w:val="22"/>
        </w:rPr>
        <w:t>. Miejsce zatrudnienia</w:t>
      </w:r>
      <w:r w:rsidR="00DE0829" w:rsidRPr="00644A38">
        <w:rPr>
          <w:rFonts w:cs="Arial"/>
          <w:szCs w:val="22"/>
        </w:rPr>
        <w:t xml:space="preserve">: </w:t>
      </w:r>
      <w:r w:rsidR="00DE0829" w:rsidRPr="00644A38">
        <w:rPr>
          <w:rFonts w:cs="Arial"/>
          <w:szCs w:val="22"/>
        </w:rPr>
        <w:tab/>
        <w:t>……………………………………………………………………………………</w:t>
      </w:r>
      <w:r w:rsidR="00871227" w:rsidRPr="00644A38">
        <w:rPr>
          <w:rFonts w:cs="Arial"/>
          <w:szCs w:val="22"/>
        </w:rPr>
        <w:t>.</w:t>
      </w:r>
    </w:p>
    <w:p w14:paraId="0DCCA473" w14:textId="77777777" w:rsidR="00DE0829" w:rsidRPr="00644A38" w:rsidRDefault="00DE0829" w:rsidP="00C904D4">
      <w:pPr>
        <w:tabs>
          <w:tab w:val="left" w:pos="0"/>
          <w:tab w:val="right" w:leader="dot" w:pos="9356"/>
        </w:tabs>
        <w:suppressAutoHyphens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  <w:r w:rsidR="00871227" w:rsidRPr="00644A38">
        <w:rPr>
          <w:rFonts w:cs="Arial"/>
          <w:szCs w:val="22"/>
        </w:rPr>
        <w:t>.</w:t>
      </w:r>
      <w:r w:rsidRPr="00644A38">
        <w:rPr>
          <w:rFonts w:cs="Arial"/>
          <w:szCs w:val="22"/>
        </w:rPr>
        <w:t>.</w:t>
      </w:r>
    </w:p>
    <w:p w14:paraId="7ECD88A5" w14:textId="77777777" w:rsidR="00DE0829" w:rsidRPr="00644A38" w:rsidRDefault="00DE0829" w:rsidP="00C904D4">
      <w:pPr>
        <w:tabs>
          <w:tab w:val="left" w:pos="0"/>
          <w:tab w:val="right" w:leader="dot" w:pos="9356"/>
        </w:tabs>
        <w:suppressAutoHyphens/>
        <w:jc w:val="center"/>
        <w:rPr>
          <w:rFonts w:cs="Arial"/>
          <w:i/>
          <w:sz w:val="16"/>
          <w:szCs w:val="16"/>
        </w:rPr>
      </w:pPr>
      <w:r w:rsidRPr="00644A38">
        <w:rPr>
          <w:rFonts w:cs="Arial"/>
          <w:i/>
          <w:sz w:val="16"/>
          <w:szCs w:val="16"/>
        </w:rPr>
        <w:t>(nazwa i adres zakładu pracy)</w:t>
      </w:r>
    </w:p>
    <w:p w14:paraId="2E001CFA" w14:textId="77777777" w:rsidR="00DE0829" w:rsidRPr="00644A38" w:rsidRDefault="00C50095" w:rsidP="00C904D4">
      <w:pPr>
        <w:tabs>
          <w:tab w:val="left" w:pos="0"/>
          <w:tab w:val="right" w:leader="dot" w:pos="9356"/>
        </w:tabs>
        <w:suppressAutoHyphens/>
        <w:rPr>
          <w:rFonts w:cs="Arial"/>
          <w:szCs w:val="22"/>
        </w:rPr>
      </w:pPr>
      <w:r>
        <w:rPr>
          <w:rFonts w:cs="Arial"/>
          <w:b/>
          <w:szCs w:val="22"/>
        </w:rPr>
        <w:t>6</w:t>
      </w:r>
      <w:r w:rsidR="00DE0829" w:rsidRPr="00644A38">
        <w:rPr>
          <w:rFonts w:cs="Arial"/>
          <w:b/>
          <w:szCs w:val="22"/>
        </w:rPr>
        <w:t>. Stanowisko lub rodzaj pracy</w:t>
      </w:r>
      <w:r w:rsidR="00DE0829" w:rsidRPr="00644A38">
        <w:rPr>
          <w:rFonts w:cs="Arial"/>
          <w:szCs w:val="22"/>
        </w:rPr>
        <w:t xml:space="preserve">: </w:t>
      </w:r>
      <w:r w:rsidR="00DE0829" w:rsidRPr="00644A38">
        <w:rPr>
          <w:rFonts w:cs="Arial"/>
          <w:szCs w:val="22"/>
        </w:rPr>
        <w:tab/>
        <w:t>…………………………………………………………………………</w:t>
      </w:r>
      <w:r w:rsidR="00871227" w:rsidRPr="00644A38">
        <w:rPr>
          <w:rFonts w:cs="Arial"/>
          <w:szCs w:val="22"/>
        </w:rPr>
        <w:t>.</w:t>
      </w:r>
      <w:r w:rsidR="00DE0829" w:rsidRPr="00644A38">
        <w:rPr>
          <w:rFonts w:cs="Arial"/>
          <w:szCs w:val="22"/>
        </w:rPr>
        <w:t>.</w:t>
      </w:r>
    </w:p>
    <w:p w14:paraId="55646030" w14:textId="77777777" w:rsidR="00DE0829" w:rsidRPr="00644A38" w:rsidRDefault="00C50095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>
        <w:rPr>
          <w:rFonts w:cs="Arial"/>
          <w:b/>
          <w:szCs w:val="22"/>
        </w:rPr>
        <w:t>7</w:t>
      </w:r>
      <w:r w:rsidR="00DE0829" w:rsidRPr="00644A38">
        <w:rPr>
          <w:rFonts w:cs="Arial"/>
          <w:b/>
          <w:szCs w:val="22"/>
        </w:rPr>
        <w:t>. Stosunek do stron</w:t>
      </w:r>
      <w:r w:rsidR="00DE0829" w:rsidRPr="00644A38">
        <w:rPr>
          <w:rFonts w:cs="Arial"/>
          <w:szCs w:val="22"/>
        </w:rPr>
        <w:t>: ……………………………………………….……………………………………</w:t>
      </w:r>
      <w:r w:rsidR="00871227" w:rsidRPr="00644A38">
        <w:rPr>
          <w:rFonts w:cs="Arial"/>
          <w:szCs w:val="22"/>
        </w:rPr>
        <w:t>…</w:t>
      </w:r>
    </w:p>
    <w:p w14:paraId="06CAE237" w14:textId="77777777" w:rsidR="00DE0829" w:rsidRPr="00644A38" w:rsidRDefault="00C50095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>
        <w:rPr>
          <w:rFonts w:cs="Arial"/>
          <w:b/>
          <w:szCs w:val="22"/>
        </w:rPr>
        <w:t>8</w:t>
      </w:r>
      <w:r w:rsidR="00DE0829" w:rsidRPr="00644A38">
        <w:rPr>
          <w:rFonts w:cs="Arial"/>
          <w:b/>
          <w:szCs w:val="22"/>
        </w:rPr>
        <w:t xml:space="preserve">. Nazwa i numer dokumentu (przez kogo wydany), na podstawie którego ustalono tożsamość </w:t>
      </w:r>
      <w:r w:rsidR="00384DED" w:rsidRPr="00644A38">
        <w:rPr>
          <w:rFonts w:cs="Arial"/>
          <w:b/>
          <w:szCs w:val="22"/>
        </w:rPr>
        <w:t>świadka:</w:t>
      </w:r>
      <w:r w:rsidR="00384DED" w:rsidRPr="00644A38">
        <w:rPr>
          <w:rFonts w:cs="Arial"/>
          <w:szCs w:val="22"/>
        </w:rPr>
        <w:t>................................................</w:t>
      </w:r>
      <w:r w:rsidR="00DE0829" w:rsidRPr="00644A38">
        <w:rPr>
          <w:rFonts w:cs="Arial"/>
          <w:szCs w:val="22"/>
        </w:rPr>
        <w:t>.......................................................................</w:t>
      </w:r>
    </w:p>
    <w:p w14:paraId="3055041D" w14:textId="77777777" w:rsidR="003F2616" w:rsidRPr="00644A38" w:rsidRDefault="00C50095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b/>
          <w:szCs w:val="22"/>
        </w:rPr>
      </w:pPr>
      <w:r>
        <w:rPr>
          <w:rFonts w:cs="Arial"/>
          <w:b/>
          <w:szCs w:val="22"/>
        </w:rPr>
        <w:t>9</w:t>
      </w:r>
      <w:r w:rsidR="003F2616" w:rsidRPr="00644A38">
        <w:rPr>
          <w:rFonts w:cs="Arial"/>
          <w:b/>
          <w:szCs w:val="22"/>
        </w:rPr>
        <w:t xml:space="preserve">. </w:t>
      </w:r>
      <w:r w:rsidR="007E4701" w:rsidRPr="00644A38">
        <w:rPr>
          <w:rFonts w:cs="Arial"/>
          <w:b/>
          <w:szCs w:val="22"/>
        </w:rPr>
        <w:t xml:space="preserve">Numer </w:t>
      </w:r>
      <w:r w:rsidR="003F2616" w:rsidRPr="00644A38">
        <w:rPr>
          <w:rFonts w:cs="Arial"/>
          <w:b/>
          <w:szCs w:val="22"/>
        </w:rPr>
        <w:t>PESEL:</w:t>
      </w:r>
      <w:r w:rsidR="007E4701" w:rsidRPr="00644A38">
        <w:rPr>
          <w:rFonts w:cs="Arial"/>
          <w:b/>
          <w:szCs w:val="22"/>
        </w:rPr>
        <w:t xml:space="preserve"> </w:t>
      </w:r>
      <w:r w:rsidR="007E4701" w:rsidRPr="00644A38">
        <w:rPr>
          <w:rFonts w:cs="Arial"/>
          <w:szCs w:val="22"/>
        </w:rPr>
        <w:t>…………………………………………………………………………………………..</w:t>
      </w:r>
    </w:p>
    <w:p w14:paraId="488BA5D9" w14:textId="77777777" w:rsidR="007850A9" w:rsidRPr="00644A38" w:rsidRDefault="007850A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rPr>
          <w:rFonts w:cs="Arial"/>
          <w:b/>
          <w:szCs w:val="22"/>
        </w:rPr>
      </w:pPr>
    </w:p>
    <w:p w14:paraId="30666374" w14:textId="77777777" w:rsidR="007B52B3" w:rsidRDefault="007B52B3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rPr>
          <w:rFonts w:cs="Arial"/>
          <w:szCs w:val="22"/>
        </w:rPr>
      </w:pPr>
      <w:r w:rsidRPr="007B52B3">
        <w:rPr>
          <w:rFonts w:cs="Arial"/>
          <w:szCs w:val="22"/>
        </w:rPr>
        <w:t>Osoby uczestniczące w czynności:……………………………………………</w:t>
      </w:r>
      <w:r>
        <w:rPr>
          <w:rFonts w:cs="Arial"/>
          <w:szCs w:val="22"/>
        </w:rPr>
        <w:t>……………..…………….</w:t>
      </w:r>
      <w:r w:rsidRPr="007B52B3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          </w:t>
      </w:r>
    </w:p>
    <w:p w14:paraId="63022903" w14:textId="77777777" w:rsidR="007850A9" w:rsidRPr="007B52B3" w:rsidRDefault="007B52B3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                                                        </w:t>
      </w:r>
      <w:r w:rsidR="00D17BF0">
        <w:rPr>
          <w:rFonts w:cs="Arial"/>
          <w:i/>
          <w:sz w:val="16"/>
          <w:szCs w:val="16"/>
        </w:rPr>
        <w:t xml:space="preserve">   </w:t>
      </w:r>
      <w:r>
        <w:rPr>
          <w:rFonts w:cs="Arial"/>
          <w:i/>
          <w:sz w:val="16"/>
          <w:szCs w:val="16"/>
        </w:rPr>
        <w:t xml:space="preserve"> </w:t>
      </w:r>
      <w:r w:rsidRPr="007B52B3">
        <w:rPr>
          <w:rFonts w:cs="Arial"/>
          <w:i/>
          <w:sz w:val="16"/>
          <w:szCs w:val="16"/>
        </w:rPr>
        <w:t xml:space="preserve">(charakter udziału, imię i nazwisko osoby innej niż przesłuchiwana </w:t>
      </w:r>
      <w:r w:rsidR="0039751E">
        <w:rPr>
          <w:rFonts w:cs="Arial"/>
          <w:i/>
          <w:sz w:val="16"/>
          <w:szCs w:val="16"/>
        </w:rPr>
        <w:t xml:space="preserve">i </w:t>
      </w:r>
      <w:r w:rsidR="006A1478">
        <w:rPr>
          <w:rFonts w:cs="Arial"/>
          <w:i/>
          <w:sz w:val="16"/>
          <w:szCs w:val="16"/>
        </w:rPr>
        <w:t>prowadzący czynność)</w:t>
      </w:r>
    </w:p>
    <w:p w14:paraId="64EC4A0E" w14:textId="77777777" w:rsidR="007B52B3" w:rsidRPr="007B52B3" w:rsidRDefault="007B52B3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rPr>
          <w:rFonts w:cs="Arial"/>
          <w:szCs w:val="22"/>
        </w:rPr>
      </w:pPr>
    </w:p>
    <w:p w14:paraId="57E1DF7D" w14:textId="77777777" w:rsidR="007850A9" w:rsidRPr="00644A38" w:rsidRDefault="00DE0829" w:rsidP="00D17BF0">
      <w:pPr>
        <w:tabs>
          <w:tab w:val="left" w:leader="dot" w:pos="-1843"/>
          <w:tab w:val="left" w:leader="dot" w:pos="0"/>
          <w:tab w:val="right" w:leader="dot" w:pos="9355"/>
        </w:tabs>
        <w:suppressAutoHyphens/>
        <w:rPr>
          <w:rFonts w:cs="Arial"/>
          <w:b/>
          <w:szCs w:val="22"/>
        </w:rPr>
      </w:pPr>
      <w:r w:rsidRPr="00644A38">
        <w:rPr>
          <w:rFonts w:cs="Arial"/>
          <w:b/>
          <w:szCs w:val="22"/>
        </w:rPr>
        <w:t>Pouczenie:</w:t>
      </w:r>
    </w:p>
    <w:p w14:paraId="0F47A78A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jc w:val="left"/>
        <w:rPr>
          <w:rFonts w:cs="Arial"/>
          <w:b/>
          <w:szCs w:val="22"/>
        </w:rPr>
      </w:pPr>
      <w:r w:rsidRPr="00644A38">
        <w:rPr>
          <w:rFonts w:cs="Arial"/>
          <w:b/>
          <w:szCs w:val="22"/>
        </w:rPr>
        <w:t>Świadka uprzedzono o:</w:t>
      </w:r>
    </w:p>
    <w:p w14:paraId="4AF3068A" w14:textId="77777777" w:rsidR="00114D53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>odpowiedzialności karnej z art.</w:t>
      </w:r>
      <w:r w:rsidR="005D07C4">
        <w:rPr>
          <w:rFonts w:cs="Arial"/>
          <w:szCs w:val="22"/>
        </w:rPr>
        <w:t> </w:t>
      </w:r>
      <w:r w:rsidRPr="00644A38">
        <w:rPr>
          <w:rFonts w:cs="Arial"/>
          <w:szCs w:val="22"/>
        </w:rPr>
        <w:t>233 §</w:t>
      </w:r>
      <w:r w:rsidR="005D07C4">
        <w:rPr>
          <w:rFonts w:cs="Arial"/>
          <w:szCs w:val="22"/>
        </w:rPr>
        <w:t> </w:t>
      </w:r>
      <w:r w:rsidRPr="00644A38">
        <w:rPr>
          <w:rFonts w:cs="Arial"/>
          <w:szCs w:val="22"/>
        </w:rPr>
        <w:t>1 Kodeksu karnego za z</w:t>
      </w:r>
      <w:r w:rsidR="007850A9" w:rsidRPr="00644A38">
        <w:rPr>
          <w:rFonts w:cs="Arial"/>
          <w:szCs w:val="22"/>
        </w:rPr>
        <w:t>łożenie fałszywego zeznania lub </w:t>
      </w:r>
      <w:r w:rsidRPr="00644A38">
        <w:rPr>
          <w:rFonts w:cs="Arial"/>
          <w:szCs w:val="22"/>
        </w:rPr>
        <w:t>zatajenie prawdy oraz treści art.</w:t>
      </w:r>
      <w:r w:rsidR="00247FC0">
        <w:rPr>
          <w:rFonts w:cs="Arial"/>
          <w:szCs w:val="22"/>
        </w:rPr>
        <w:t xml:space="preserve"> </w:t>
      </w:r>
      <w:r w:rsidRPr="00644A38">
        <w:rPr>
          <w:rFonts w:cs="Arial"/>
          <w:szCs w:val="22"/>
        </w:rPr>
        <w:t>83 Kodeksu postępow</w:t>
      </w:r>
      <w:r w:rsidR="007850A9" w:rsidRPr="00644A38">
        <w:rPr>
          <w:rFonts w:cs="Arial"/>
          <w:szCs w:val="22"/>
        </w:rPr>
        <w:t xml:space="preserve">ania administracyjnego. </w:t>
      </w:r>
    </w:p>
    <w:p w14:paraId="684EB8D1" w14:textId="77777777" w:rsidR="00DE0829" w:rsidRPr="00644A38" w:rsidRDefault="007850A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>Świadek </w:t>
      </w:r>
      <w:r w:rsidR="00DE0829" w:rsidRPr="00644A38">
        <w:rPr>
          <w:rFonts w:cs="Arial"/>
          <w:szCs w:val="22"/>
        </w:rPr>
        <w:t>stwierdza własnoręcznym podpisem, że uprzedzo</w:t>
      </w:r>
      <w:r w:rsidRPr="00644A38">
        <w:rPr>
          <w:rFonts w:cs="Arial"/>
          <w:szCs w:val="22"/>
        </w:rPr>
        <w:t>no go o tej odpowiedzialności i </w:t>
      </w:r>
      <w:r w:rsidR="00DE0829" w:rsidRPr="00644A38">
        <w:rPr>
          <w:rFonts w:cs="Arial"/>
          <w:szCs w:val="22"/>
        </w:rPr>
        <w:t>pouczono o sytuacjach, w których może odmówić składania zeznań lub odpowiedzi na zadane pytania.</w:t>
      </w:r>
    </w:p>
    <w:p w14:paraId="2F151E37" w14:textId="77777777" w:rsidR="007850A9" w:rsidRPr="00644A38" w:rsidRDefault="007850A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jc w:val="left"/>
        <w:rPr>
          <w:rFonts w:cs="Arial"/>
          <w:b/>
          <w:szCs w:val="22"/>
        </w:rPr>
      </w:pPr>
    </w:p>
    <w:p w14:paraId="5834FA39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jc w:val="left"/>
        <w:rPr>
          <w:rFonts w:cs="Arial"/>
          <w:b/>
          <w:szCs w:val="22"/>
        </w:rPr>
      </w:pPr>
      <w:r w:rsidRPr="00644A38">
        <w:rPr>
          <w:rFonts w:cs="Arial"/>
          <w:b/>
          <w:szCs w:val="22"/>
        </w:rPr>
        <w:t>Świadka pouczono o:</w:t>
      </w:r>
    </w:p>
    <w:p w14:paraId="0370392C" w14:textId="77777777" w:rsidR="00EF4496" w:rsidRPr="00644A38" w:rsidRDefault="00DE0829" w:rsidP="00EF4496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 xml:space="preserve">prawie złożenia wniosku o wydanie postanowienia o zachowaniu w tajemnicy okoliczności umożliwiających ujawnienie tożsamości świadka ze względu na </w:t>
      </w:r>
      <w:r w:rsidR="007850A9" w:rsidRPr="00644A38">
        <w:rPr>
          <w:rFonts w:cs="Arial"/>
          <w:szCs w:val="22"/>
        </w:rPr>
        <w:t>zagrożenie narażenia świadka na </w:t>
      </w:r>
      <w:r w:rsidRPr="00644A38">
        <w:rPr>
          <w:rFonts w:cs="Arial"/>
          <w:szCs w:val="22"/>
        </w:rPr>
        <w:t>uszczerbek lub zarzut z powodu złożonych zeznań.</w:t>
      </w:r>
    </w:p>
    <w:p w14:paraId="034E0602" w14:textId="77777777" w:rsidR="00EF4496" w:rsidRPr="00644A38" w:rsidRDefault="00EF4496" w:rsidP="00EF4496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14:paraId="634936F8" w14:textId="77777777" w:rsidR="00DE0829" w:rsidRPr="00644A38" w:rsidRDefault="00DE0829" w:rsidP="00C904D4">
      <w:pPr>
        <w:tabs>
          <w:tab w:val="left" w:leader="dot" w:pos="-1843"/>
          <w:tab w:val="left" w:leader="dot" w:pos="0"/>
        </w:tabs>
        <w:suppressAutoHyphens/>
        <w:ind w:left="5954" w:right="-1"/>
        <w:jc w:val="center"/>
        <w:rPr>
          <w:rFonts w:cs="Arial"/>
          <w:szCs w:val="22"/>
        </w:rPr>
      </w:pPr>
      <w:r w:rsidRPr="00644A38">
        <w:rPr>
          <w:rFonts w:cs="Arial"/>
          <w:szCs w:val="22"/>
        </w:rPr>
        <w:t>…………………………………</w:t>
      </w:r>
    </w:p>
    <w:p w14:paraId="0ACEA370" w14:textId="77777777" w:rsidR="00DE0829" w:rsidRPr="00644A38" w:rsidRDefault="00DE0829" w:rsidP="00871227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 w:firstLine="7230"/>
        <w:jc w:val="left"/>
        <w:rPr>
          <w:rFonts w:cs="Arial"/>
          <w:i/>
          <w:sz w:val="16"/>
          <w:szCs w:val="16"/>
        </w:rPr>
      </w:pPr>
      <w:r w:rsidRPr="00644A38">
        <w:rPr>
          <w:rFonts w:cs="Arial"/>
          <w:i/>
          <w:sz w:val="16"/>
          <w:szCs w:val="16"/>
        </w:rPr>
        <w:t>(podpis świadka)</w:t>
      </w:r>
    </w:p>
    <w:p w14:paraId="3460B3EA" w14:textId="77777777" w:rsidR="00D17BF0" w:rsidRDefault="00D17BF0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left"/>
        <w:rPr>
          <w:rFonts w:cs="Arial"/>
          <w:b/>
          <w:spacing w:val="40"/>
          <w:szCs w:val="22"/>
        </w:rPr>
      </w:pPr>
    </w:p>
    <w:p w14:paraId="271D5DC2" w14:textId="77777777" w:rsidR="00C50095" w:rsidRDefault="00C50095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left"/>
        <w:rPr>
          <w:rFonts w:cs="Arial"/>
          <w:b/>
          <w:spacing w:val="40"/>
          <w:szCs w:val="22"/>
        </w:rPr>
      </w:pPr>
    </w:p>
    <w:p w14:paraId="533026FE" w14:textId="77777777" w:rsidR="0083296B" w:rsidRDefault="0083296B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left"/>
        <w:rPr>
          <w:rFonts w:cs="Arial"/>
          <w:b/>
          <w:spacing w:val="40"/>
          <w:szCs w:val="22"/>
        </w:rPr>
      </w:pPr>
    </w:p>
    <w:p w14:paraId="453B9EC6" w14:textId="77777777" w:rsidR="0083296B" w:rsidRDefault="0083296B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left"/>
        <w:rPr>
          <w:rFonts w:cs="Arial"/>
          <w:b/>
          <w:spacing w:val="40"/>
          <w:szCs w:val="22"/>
        </w:rPr>
      </w:pPr>
    </w:p>
    <w:p w14:paraId="084053BA" w14:textId="77777777" w:rsidR="0083296B" w:rsidRDefault="0083296B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left"/>
        <w:rPr>
          <w:rFonts w:cs="Arial"/>
          <w:b/>
          <w:spacing w:val="40"/>
          <w:szCs w:val="22"/>
        </w:rPr>
      </w:pPr>
    </w:p>
    <w:p w14:paraId="66295037" w14:textId="77777777" w:rsidR="0083296B" w:rsidRDefault="0083296B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left"/>
        <w:rPr>
          <w:rFonts w:cs="Arial"/>
          <w:b/>
          <w:spacing w:val="40"/>
          <w:szCs w:val="22"/>
        </w:rPr>
      </w:pPr>
    </w:p>
    <w:p w14:paraId="7CFB4FB6" w14:textId="77777777" w:rsidR="0083296B" w:rsidRDefault="0083296B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left"/>
        <w:rPr>
          <w:rFonts w:cs="Arial"/>
          <w:b/>
          <w:spacing w:val="40"/>
          <w:szCs w:val="22"/>
        </w:rPr>
      </w:pPr>
    </w:p>
    <w:p w14:paraId="2CA2AD86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left"/>
        <w:rPr>
          <w:rFonts w:cs="Arial"/>
          <w:b/>
          <w:spacing w:val="40"/>
          <w:szCs w:val="22"/>
        </w:rPr>
      </w:pPr>
      <w:r w:rsidRPr="00644A38">
        <w:rPr>
          <w:rFonts w:cs="Arial"/>
          <w:b/>
          <w:spacing w:val="40"/>
          <w:szCs w:val="22"/>
        </w:rPr>
        <w:lastRenderedPageBreak/>
        <w:t>Świadek zeznaje:</w:t>
      </w:r>
    </w:p>
    <w:p w14:paraId="77E7C38B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14:paraId="1145B1D8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14:paraId="39C4792C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14:paraId="41694E52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14:paraId="7FEE889C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14:paraId="7CFBCD4B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14:paraId="62FFA391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14:paraId="0432CC1E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14:paraId="2BCD5798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14:paraId="7FA61AA3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14:paraId="2258D6CD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14:paraId="45354C6A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14:paraId="28C16576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14:paraId="1E5E2960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14:paraId="1D66029F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14:paraId="6D7F50D2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14:paraId="484C77EF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>Omówienie poprawek i uzupełnień w tekście protokołu:</w:t>
      </w:r>
    </w:p>
    <w:p w14:paraId="38A1D82D" w14:textId="77777777" w:rsidR="006C7B32" w:rsidRPr="00644A38" w:rsidRDefault="00DE0829" w:rsidP="006C7B32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</w:r>
      <w:r w:rsidR="006C7B32" w:rsidRPr="00644A38">
        <w:rPr>
          <w:rFonts w:cs="Arial"/>
          <w:szCs w:val="22"/>
        </w:rPr>
        <w:t>…………………………………………………………………………………………………………………</w:t>
      </w:r>
    </w:p>
    <w:p w14:paraId="33EF13B6" w14:textId="77777777" w:rsidR="006C7B32" w:rsidRPr="00644A38" w:rsidRDefault="006C7B32" w:rsidP="006C7B32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14:paraId="75D3ED07" w14:textId="77777777" w:rsidR="006C7B32" w:rsidRPr="00644A38" w:rsidRDefault="006C7B32" w:rsidP="006C7B32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>…………………………………………………………………………………………………………………</w:t>
      </w:r>
    </w:p>
    <w:p w14:paraId="5E39236C" w14:textId="77777777" w:rsidR="006C7B32" w:rsidRPr="00644A38" w:rsidRDefault="006C7B32" w:rsidP="006C7B32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ab/>
        <w:t>…………………………………………………………………………………………………………………</w:t>
      </w:r>
    </w:p>
    <w:p w14:paraId="5110C611" w14:textId="77777777" w:rsidR="00DE0829" w:rsidRPr="00644A38" w:rsidRDefault="00DE0829" w:rsidP="006C7B32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14:paraId="0B8B603B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644A38">
        <w:rPr>
          <w:rFonts w:cs="Arial"/>
          <w:szCs w:val="22"/>
        </w:rPr>
        <w:t xml:space="preserve">Na tym protokół zakończono </w:t>
      </w:r>
      <w:r w:rsidR="00384DED" w:rsidRPr="00644A38">
        <w:rPr>
          <w:rFonts w:cs="Arial"/>
          <w:szCs w:val="22"/>
        </w:rPr>
        <w:t xml:space="preserve">dnia </w:t>
      </w:r>
      <w:r w:rsidR="00384DED" w:rsidRPr="00644A38">
        <w:rPr>
          <w:rFonts w:cs="Arial"/>
          <w:snapToGrid w:val="0"/>
          <w:szCs w:val="22"/>
        </w:rPr>
        <w:t xml:space="preserve">_ _. _ _. _ _ _ _ </w:t>
      </w:r>
      <w:r w:rsidRPr="00644A38">
        <w:rPr>
          <w:rFonts w:cs="Arial"/>
          <w:snapToGrid w:val="0"/>
          <w:szCs w:val="22"/>
        </w:rPr>
        <w:t xml:space="preserve">r. </w:t>
      </w:r>
      <w:r w:rsidRPr="00644A38">
        <w:rPr>
          <w:rFonts w:cs="Arial"/>
          <w:szCs w:val="22"/>
        </w:rPr>
        <w:t xml:space="preserve">o </w:t>
      </w:r>
      <w:r w:rsidR="00384DED" w:rsidRPr="00644A38">
        <w:rPr>
          <w:rFonts w:cs="Arial"/>
          <w:szCs w:val="22"/>
        </w:rPr>
        <w:t>godz.</w:t>
      </w:r>
      <w:r w:rsidR="005D07C4">
        <w:rPr>
          <w:rFonts w:cs="Arial"/>
          <w:szCs w:val="22"/>
        </w:rPr>
        <w:t> </w:t>
      </w:r>
      <w:r w:rsidR="00384DED" w:rsidRPr="00644A38">
        <w:rPr>
          <w:rFonts w:cs="Arial"/>
          <w:szCs w:val="22"/>
        </w:rPr>
        <w:t xml:space="preserve">....................…, </w:t>
      </w:r>
      <w:r w:rsidR="00E64C1D" w:rsidRPr="00644A38">
        <w:rPr>
          <w:rFonts w:cs="Arial"/>
          <w:szCs w:val="22"/>
        </w:rPr>
        <w:t>który po osobistym przeczytaniu</w:t>
      </w:r>
      <w:r w:rsidRPr="00644A38">
        <w:rPr>
          <w:rFonts w:cs="Arial"/>
          <w:szCs w:val="22"/>
        </w:rPr>
        <w:t>/odczytaniu mi</w:t>
      </w:r>
      <w:r w:rsidRPr="00644A38">
        <w:rPr>
          <w:rFonts w:cs="Arial"/>
          <w:snapToGrid w:val="0"/>
          <w:szCs w:val="22"/>
          <w:vertAlign w:val="superscript"/>
        </w:rPr>
        <w:t>(</w:t>
      </w:r>
      <w:r w:rsidRPr="00644A38">
        <w:rPr>
          <w:rFonts w:cs="Arial"/>
          <w:snapToGrid w:val="0"/>
          <w:szCs w:val="22"/>
        </w:rPr>
        <w:t>*</w:t>
      </w:r>
      <w:r w:rsidRPr="00644A38">
        <w:rPr>
          <w:rFonts w:cs="Arial"/>
          <w:snapToGrid w:val="0"/>
          <w:szCs w:val="22"/>
          <w:vertAlign w:val="superscript"/>
        </w:rPr>
        <w:t>)</w:t>
      </w:r>
      <w:r w:rsidRPr="00644A38">
        <w:rPr>
          <w:rFonts w:cs="Arial"/>
          <w:szCs w:val="22"/>
        </w:rPr>
        <w:t>, jako zgodny z moimi zeznaniami, podpisuję.</w:t>
      </w:r>
    </w:p>
    <w:p w14:paraId="7CF77A0B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14:paraId="3D11E431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14:paraId="726C10BA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14:paraId="36CAA31C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14:paraId="16E0469C" w14:textId="77777777" w:rsidR="00DE0829" w:rsidRPr="00644A38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65"/>
        <w:gridCol w:w="3165"/>
        <w:gridCol w:w="3165"/>
      </w:tblGrid>
      <w:tr w:rsidR="0083296B" w:rsidRPr="00644A38" w14:paraId="70699ADB" w14:textId="77777777">
        <w:tc>
          <w:tcPr>
            <w:tcW w:w="3165" w:type="dxa"/>
          </w:tcPr>
          <w:p w14:paraId="3501958E" w14:textId="77777777" w:rsidR="0083296B" w:rsidRPr="00644A38" w:rsidRDefault="0083296B" w:rsidP="0083296B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cs="Arial"/>
                <w:szCs w:val="22"/>
              </w:rPr>
            </w:pPr>
            <w:r w:rsidRPr="00644A38">
              <w:rPr>
                <w:rFonts w:cs="Arial"/>
                <w:szCs w:val="22"/>
              </w:rPr>
              <w:t>…………………………………</w:t>
            </w:r>
          </w:p>
        </w:tc>
        <w:tc>
          <w:tcPr>
            <w:tcW w:w="3165" w:type="dxa"/>
          </w:tcPr>
          <w:p w14:paraId="18D33BFC" w14:textId="77777777" w:rsidR="0083296B" w:rsidRPr="00644A38" w:rsidRDefault="0083296B" w:rsidP="0083296B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cs="Arial"/>
                <w:szCs w:val="22"/>
              </w:rPr>
            </w:pPr>
          </w:p>
        </w:tc>
        <w:tc>
          <w:tcPr>
            <w:tcW w:w="3165" w:type="dxa"/>
          </w:tcPr>
          <w:p w14:paraId="7AB0EC63" w14:textId="0A3F8F52" w:rsidR="0083296B" w:rsidRPr="00644A38" w:rsidRDefault="0083296B" w:rsidP="0083296B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cs="Arial"/>
                <w:szCs w:val="22"/>
              </w:rPr>
            </w:pPr>
            <w:r w:rsidRPr="00EE2E2F">
              <w:rPr>
                <w:rFonts w:cs="Arial"/>
                <w:szCs w:val="22"/>
              </w:rPr>
              <w:t>.................................................</w:t>
            </w:r>
          </w:p>
        </w:tc>
      </w:tr>
      <w:tr w:rsidR="0083296B" w:rsidRPr="00644A38" w14:paraId="35A841B4" w14:textId="77777777" w:rsidTr="0083296B">
        <w:trPr>
          <w:trHeight w:val="224"/>
        </w:trPr>
        <w:tc>
          <w:tcPr>
            <w:tcW w:w="3165" w:type="dxa"/>
          </w:tcPr>
          <w:p w14:paraId="1E66BE5E" w14:textId="77777777" w:rsidR="0083296B" w:rsidRPr="00644A38" w:rsidRDefault="0083296B" w:rsidP="0083296B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cs="Arial"/>
                <w:i/>
                <w:sz w:val="16"/>
                <w:szCs w:val="16"/>
              </w:rPr>
            </w:pPr>
            <w:r w:rsidRPr="00644A38">
              <w:rPr>
                <w:rFonts w:cs="Arial"/>
                <w:i/>
                <w:sz w:val="16"/>
                <w:szCs w:val="16"/>
              </w:rPr>
              <w:t>(podpis świadka)</w:t>
            </w:r>
          </w:p>
        </w:tc>
        <w:tc>
          <w:tcPr>
            <w:tcW w:w="3165" w:type="dxa"/>
          </w:tcPr>
          <w:p w14:paraId="66A1EAE5" w14:textId="77777777" w:rsidR="0083296B" w:rsidRPr="00644A38" w:rsidRDefault="0083296B" w:rsidP="0083296B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3165" w:type="dxa"/>
          </w:tcPr>
          <w:p w14:paraId="6CBD4FB8" w14:textId="128610E5" w:rsidR="0083296B" w:rsidRPr="00644A38" w:rsidRDefault="0083296B" w:rsidP="0083296B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cs="Arial"/>
                <w:i/>
                <w:sz w:val="16"/>
                <w:szCs w:val="16"/>
              </w:rPr>
            </w:pPr>
            <w:r w:rsidRPr="00EE2E2F">
              <w:rPr>
                <w:rFonts w:cs="Arial"/>
                <w:i/>
                <w:sz w:val="16"/>
                <w:szCs w:val="16"/>
              </w:rPr>
              <w:t>(podpis i pieczęć inspektora pracy)</w:t>
            </w:r>
          </w:p>
        </w:tc>
      </w:tr>
    </w:tbl>
    <w:p w14:paraId="12ED539C" w14:textId="77777777" w:rsidR="00DE0829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14:paraId="35AD4A82" w14:textId="77777777" w:rsidR="006357F3" w:rsidRDefault="006357F3" w:rsidP="006357F3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14:paraId="541037F7" w14:textId="77777777" w:rsidR="006357F3" w:rsidRDefault="006357F3" w:rsidP="006357F3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>
        <w:rPr>
          <w:rFonts w:cs="Arial"/>
          <w:szCs w:val="22"/>
        </w:rPr>
        <w:t>Podpisy osób biorących udział w czynności:</w:t>
      </w:r>
    </w:p>
    <w:p w14:paraId="0D3FD74D" w14:textId="77777777" w:rsidR="006357F3" w:rsidRDefault="006357F3" w:rsidP="006357F3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14:paraId="65334CE8" w14:textId="77777777" w:rsidR="006357F3" w:rsidRPr="00AA5024" w:rsidRDefault="006357F3" w:rsidP="006357F3">
      <w:pPr>
        <w:pStyle w:val="Akapitzlist"/>
        <w:numPr>
          <w:ilvl w:val="0"/>
          <w:numId w:val="3"/>
        </w:num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 w:rsidRPr="00AA5024">
        <w:rPr>
          <w:rFonts w:cs="Arial"/>
          <w:szCs w:val="22"/>
        </w:rPr>
        <w:t>……………………………..</w:t>
      </w:r>
    </w:p>
    <w:p w14:paraId="7C1A595D" w14:textId="77777777" w:rsidR="006357F3" w:rsidRDefault="006357F3" w:rsidP="006357F3">
      <w:pPr>
        <w:pStyle w:val="Akapitzlist"/>
        <w:numPr>
          <w:ilvl w:val="0"/>
          <w:numId w:val="3"/>
        </w:num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>
        <w:rPr>
          <w:rFonts w:cs="Arial"/>
          <w:szCs w:val="22"/>
        </w:rPr>
        <w:t>……………………………..</w:t>
      </w:r>
    </w:p>
    <w:p w14:paraId="19E33302" w14:textId="77777777" w:rsidR="006357F3" w:rsidRDefault="006357F3" w:rsidP="006357F3">
      <w:pPr>
        <w:pStyle w:val="Akapitzlist"/>
        <w:numPr>
          <w:ilvl w:val="0"/>
          <w:numId w:val="3"/>
        </w:num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  <w:r>
        <w:rPr>
          <w:rFonts w:cs="Arial"/>
          <w:szCs w:val="22"/>
        </w:rPr>
        <w:t>……………………………..</w:t>
      </w:r>
    </w:p>
    <w:p w14:paraId="3C288EB2" w14:textId="77777777" w:rsidR="006357F3" w:rsidRPr="00644A38" w:rsidRDefault="006357F3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14:paraId="7AF71AA0" w14:textId="77777777" w:rsidR="00DE0829" w:rsidRDefault="00DE0829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14:paraId="4D5D9732" w14:textId="77777777" w:rsidR="00642A95" w:rsidRDefault="00642A95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14:paraId="79A4FA6F" w14:textId="77777777" w:rsidR="00642A95" w:rsidRPr="00644A38" w:rsidRDefault="00642A95" w:rsidP="00C904D4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cs="Arial"/>
          <w:szCs w:val="22"/>
        </w:rPr>
      </w:pPr>
    </w:p>
    <w:p w14:paraId="74C575C4" w14:textId="77777777" w:rsidR="00DE0829" w:rsidRPr="00644A38" w:rsidRDefault="00DE0829" w:rsidP="00C904D4">
      <w:pPr>
        <w:tabs>
          <w:tab w:val="left" w:pos="-1843"/>
          <w:tab w:val="left" w:pos="0"/>
          <w:tab w:val="right" w:pos="9355"/>
        </w:tabs>
        <w:suppressAutoHyphens/>
        <w:ind w:right="-1"/>
        <w:rPr>
          <w:rFonts w:cs="Arial"/>
          <w:sz w:val="16"/>
          <w:szCs w:val="16"/>
        </w:rPr>
      </w:pPr>
      <w:r w:rsidRPr="00644A38">
        <w:rPr>
          <w:rFonts w:cs="Arial"/>
          <w:sz w:val="16"/>
          <w:szCs w:val="16"/>
          <w:vertAlign w:val="superscript"/>
        </w:rPr>
        <w:t>(*)</w:t>
      </w:r>
      <w:r w:rsidR="00247FC0">
        <w:rPr>
          <w:rFonts w:cs="Arial"/>
          <w:sz w:val="16"/>
          <w:szCs w:val="16"/>
          <w:vertAlign w:val="superscript"/>
        </w:rPr>
        <w:t xml:space="preserve"> </w:t>
      </w:r>
      <w:r w:rsidR="00247FC0">
        <w:rPr>
          <w:rFonts w:cs="Arial"/>
          <w:sz w:val="16"/>
          <w:szCs w:val="16"/>
        </w:rPr>
        <w:t>–</w:t>
      </w:r>
      <w:r w:rsidRPr="00644A38">
        <w:rPr>
          <w:rFonts w:cs="Arial"/>
          <w:sz w:val="16"/>
          <w:szCs w:val="16"/>
        </w:rPr>
        <w:t xml:space="preserve"> niepotrzebne skreślić</w:t>
      </w:r>
    </w:p>
    <w:p w14:paraId="5643D3F7" w14:textId="77777777" w:rsidR="00DE0829" w:rsidRPr="00644A38" w:rsidRDefault="00DE0829" w:rsidP="00C904D4">
      <w:pPr>
        <w:widowControl w:val="0"/>
        <w:suppressAutoHyphens/>
        <w:rPr>
          <w:rFonts w:cs="Arial"/>
          <w:snapToGrid w:val="0"/>
          <w:szCs w:val="22"/>
        </w:rPr>
      </w:pPr>
    </w:p>
    <w:sectPr w:rsidR="00DE0829" w:rsidRPr="00644A38" w:rsidSect="0083296B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851" w:right="1134" w:bottom="851" w:left="1134" w:header="709" w:footer="709" w:gutter="0"/>
      <w:paperSrc w:first="7" w:other="7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B93057" w14:textId="77777777" w:rsidR="00AC50EF" w:rsidRDefault="00AC50EF">
      <w:r>
        <w:separator/>
      </w:r>
    </w:p>
  </w:endnote>
  <w:endnote w:type="continuationSeparator" w:id="0">
    <w:p w14:paraId="24043DFB" w14:textId="77777777" w:rsidR="00AC50EF" w:rsidRDefault="00AC5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1CB0D" w14:textId="77777777" w:rsidR="00DE0829" w:rsidRDefault="00DE082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8679FDD" w14:textId="77777777" w:rsidR="00DE0829" w:rsidRDefault="00DE082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248961" w14:textId="77777777" w:rsidR="00DE0829" w:rsidRDefault="00DE082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C4BCC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AB73C3B" w14:textId="0C56794A" w:rsidR="00DE0829" w:rsidRPr="006C7B32" w:rsidRDefault="00DE0829">
    <w:pPr>
      <w:pStyle w:val="Stopka"/>
      <w:ind w:right="360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D6D77" w14:textId="77777777" w:rsidR="0083296B" w:rsidRDefault="0083296B" w:rsidP="0083296B">
    <w:pPr>
      <w:pStyle w:val="Stopka"/>
    </w:pPr>
  </w:p>
  <w:p w14:paraId="20CD3C75" w14:textId="77777777" w:rsidR="0083296B" w:rsidRPr="00DD08C0" w:rsidRDefault="0083296B" w:rsidP="0083296B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0034FF5" wp14:editId="1A1F24AD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025238423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02648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709406A2" w14:textId="59CD707C" w:rsidR="007157CD" w:rsidRPr="0083296B" w:rsidRDefault="0083296B" w:rsidP="0083296B">
    <w:pPr>
      <w:pStyle w:val="Stopka"/>
      <w:tabs>
        <w:tab w:val="clear" w:pos="9072"/>
      </w:tabs>
      <w:spacing w:line="276" w:lineRule="auto"/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820E14" w14:textId="77777777" w:rsidR="00AC50EF" w:rsidRDefault="00AC50EF">
      <w:r>
        <w:separator/>
      </w:r>
    </w:p>
  </w:footnote>
  <w:footnote w:type="continuationSeparator" w:id="0">
    <w:p w14:paraId="79ACB9CA" w14:textId="77777777" w:rsidR="00AC50EF" w:rsidRDefault="00AC5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76F26E" w14:textId="77777777" w:rsidR="00DE0829" w:rsidRDefault="00DE082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13F4605" w14:textId="77777777" w:rsidR="00DE0829" w:rsidRDefault="00DE08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A8DFB" w14:textId="06BB5E34" w:rsidR="0083296B" w:rsidRPr="000D788C" w:rsidRDefault="0083296B" w:rsidP="0083296B">
    <w:pPr>
      <w:jc w:val="right"/>
      <w:rPr>
        <w:rFonts w:cs="Arial"/>
        <w:szCs w:val="16"/>
      </w:rPr>
    </w:pPr>
    <w:r w:rsidRPr="00474E83">
      <w:rPr>
        <w:rFonts w:cs="Arial"/>
        <w:szCs w:val="16"/>
      </w:rPr>
      <w:t>Załącznik nr 01.1</w:t>
    </w:r>
    <w:r>
      <w:rPr>
        <w:rFonts w:cs="Arial"/>
        <w:szCs w:val="16"/>
      </w:rPr>
      <w:t>8</w:t>
    </w:r>
  </w:p>
  <w:p w14:paraId="0E659B0C" w14:textId="77777777" w:rsidR="0083296B" w:rsidRPr="004F0791" w:rsidRDefault="0083296B" w:rsidP="0083296B">
    <w:pPr>
      <w:jc w:val="center"/>
      <w:rPr>
        <w:rFonts w:cs="Arial"/>
        <w:b/>
        <w:spacing w:val="100"/>
      </w:rPr>
    </w:pPr>
    <w:r w:rsidRPr="00346A04">
      <w:rPr>
        <w:rFonts w:cs="Arial"/>
        <w:b/>
        <w:spacing w:val="100"/>
      </w:rPr>
      <w:t>WZÓR</w:t>
    </w:r>
  </w:p>
  <w:p w14:paraId="3AAA861E" w14:textId="28463D09" w:rsidR="007157CD" w:rsidRPr="0083296B" w:rsidRDefault="0083296B" w:rsidP="0083296B">
    <w:pPr>
      <w:pStyle w:val="Nagwek"/>
    </w:pPr>
    <w:r>
      <w:rPr>
        <w:rFonts w:ascii="Humnst777 TL" w:hAnsi="Humnst777 TL"/>
        <w:noProof/>
        <w:color w:val="0068A6"/>
        <w:sz w:val="20"/>
        <w:szCs w:val="18"/>
      </w:rPr>
      <w:drawing>
        <wp:inline distT="0" distB="0" distL="0" distR="0" wp14:anchorId="0C165E34" wp14:editId="5128A304">
          <wp:extent cx="1630680" cy="487680"/>
          <wp:effectExtent l="0" t="0" r="7620" b="7620"/>
          <wp:docPr id="10623104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92545F"/>
    <w:multiLevelType w:val="hybridMultilevel"/>
    <w:tmpl w:val="EB907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CE0156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9002168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6940034">
    <w:abstractNumId w:val="2"/>
  </w:num>
  <w:num w:numId="2" w16cid:durableId="935089917">
    <w:abstractNumId w:val="1"/>
  </w:num>
  <w:num w:numId="3" w16cid:durableId="909002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proofState w:spelling="clean"/>
  <w:attachedTemplate r:id="rId1"/>
  <w:linkStyles/>
  <w:defaultTabStop w:val="709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6729"/>
    <w:rsid w:val="00035831"/>
    <w:rsid w:val="00072709"/>
    <w:rsid w:val="000F7F29"/>
    <w:rsid w:val="00114D53"/>
    <w:rsid w:val="00116038"/>
    <w:rsid w:val="00146137"/>
    <w:rsid w:val="00170043"/>
    <w:rsid w:val="001D2FAD"/>
    <w:rsid w:val="00236474"/>
    <w:rsid w:val="00247FC0"/>
    <w:rsid w:val="00264383"/>
    <w:rsid w:val="002C585A"/>
    <w:rsid w:val="002F02BC"/>
    <w:rsid w:val="0035502A"/>
    <w:rsid w:val="00384DED"/>
    <w:rsid w:val="0039751E"/>
    <w:rsid w:val="003E4751"/>
    <w:rsid w:val="003F2616"/>
    <w:rsid w:val="00493519"/>
    <w:rsid w:val="0052333E"/>
    <w:rsid w:val="00537669"/>
    <w:rsid w:val="00546729"/>
    <w:rsid w:val="005A3D9D"/>
    <w:rsid w:val="005D07C4"/>
    <w:rsid w:val="006357F3"/>
    <w:rsid w:val="00642A95"/>
    <w:rsid w:val="00643F52"/>
    <w:rsid w:val="00644A38"/>
    <w:rsid w:val="00654EEC"/>
    <w:rsid w:val="00662A54"/>
    <w:rsid w:val="006A1478"/>
    <w:rsid w:val="006C7B32"/>
    <w:rsid w:val="007157CD"/>
    <w:rsid w:val="00722B0A"/>
    <w:rsid w:val="007850A9"/>
    <w:rsid w:val="007B52B3"/>
    <w:rsid w:val="007E4701"/>
    <w:rsid w:val="007F37A2"/>
    <w:rsid w:val="008221F0"/>
    <w:rsid w:val="0083296B"/>
    <w:rsid w:val="00834C3A"/>
    <w:rsid w:val="00866847"/>
    <w:rsid w:val="00871227"/>
    <w:rsid w:val="008A41C6"/>
    <w:rsid w:val="009114DD"/>
    <w:rsid w:val="00945F1E"/>
    <w:rsid w:val="00A4753E"/>
    <w:rsid w:val="00AA462F"/>
    <w:rsid w:val="00AC50EF"/>
    <w:rsid w:val="00AD67CD"/>
    <w:rsid w:val="00B45DBC"/>
    <w:rsid w:val="00B5249B"/>
    <w:rsid w:val="00C10B7C"/>
    <w:rsid w:val="00C50095"/>
    <w:rsid w:val="00C55434"/>
    <w:rsid w:val="00C640A0"/>
    <w:rsid w:val="00C722C1"/>
    <w:rsid w:val="00C904D4"/>
    <w:rsid w:val="00D00A42"/>
    <w:rsid w:val="00D17BF0"/>
    <w:rsid w:val="00D21470"/>
    <w:rsid w:val="00DC30A0"/>
    <w:rsid w:val="00DC4BCC"/>
    <w:rsid w:val="00DE0829"/>
    <w:rsid w:val="00E26470"/>
    <w:rsid w:val="00E47218"/>
    <w:rsid w:val="00E64C1D"/>
    <w:rsid w:val="00EF4496"/>
    <w:rsid w:val="00EF5B2C"/>
    <w:rsid w:val="00F05BB3"/>
    <w:rsid w:val="00F22D6F"/>
    <w:rsid w:val="00F264B9"/>
    <w:rsid w:val="00F51BB9"/>
    <w:rsid w:val="00F76405"/>
    <w:rsid w:val="00F91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7E615C"/>
  <w15:docId w15:val="{EDC3D48F-43C2-4AB3-8DDB-BA5E107EA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right"/>
      <w:outlineLvl w:val="1"/>
    </w:pPr>
    <w:rPr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customStyle="1" w:styleId="Trescpunktu">
    <w:name w:val="Tresc punktu"/>
    <w:basedOn w:val="Normalny"/>
    <w:pPr>
      <w:ind w:left="425" w:hanging="425"/>
    </w:pPr>
  </w:style>
  <w:style w:type="paragraph" w:customStyle="1" w:styleId="Aduzasadnienie">
    <w:name w:val="Ad_uzasadnienie"/>
    <w:basedOn w:val="Trescpunktu"/>
    <w:autoRedefine/>
    <w:pPr>
      <w:ind w:left="851" w:hanging="851"/>
    </w:pPr>
  </w:style>
  <w:style w:type="paragraph" w:customStyle="1" w:styleId="Adresatdokumentu">
    <w:name w:val="Adresat dokumentu"/>
    <w:basedOn w:val="Normalny"/>
    <w:pPr>
      <w:ind w:left="5103"/>
    </w:pPr>
    <w:rPr>
      <w:b/>
    </w:rPr>
  </w:style>
  <w:style w:type="paragraph" w:customStyle="1" w:styleId="Kod">
    <w:name w:val="Kod"/>
    <w:next w:val="Normalny"/>
    <w:rPr>
      <w:rFonts w:ascii="Arial" w:hAnsi="Arial"/>
      <w:b/>
      <w:caps/>
      <w:noProof/>
      <w:sz w:val="22"/>
    </w:rPr>
  </w:style>
  <w:style w:type="paragraph" w:customStyle="1" w:styleId="Podstawaprawna">
    <w:name w:val="Podstawa prawna"/>
    <w:basedOn w:val="Normalny"/>
    <w:next w:val="Normalny"/>
    <w:pPr>
      <w:ind w:left="425" w:hanging="425"/>
    </w:pPr>
  </w:style>
  <w:style w:type="paragraph" w:customStyle="1" w:styleId="Tresczarzutu">
    <w:name w:val="Tresc zarzutu"/>
    <w:basedOn w:val="Normalny"/>
    <w:next w:val="Normalny"/>
    <w:autoRedefine/>
    <w:pPr>
      <w:tabs>
        <w:tab w:val="left" w:leader="dot" w:pos="9781"/>
      </w:tabs>
      <w:ind w:left="425" w:hanging="425"/>
    </w:pPr>
    <w:rPr>
      <w:b/>
    </w:rPr>
  </w:style>
  <w:style w:type="paragraph" w:customStyle="1" w:styleId="Przepisykolegium">
    <w:name w:val="Przepisy kolegium"/>
    <w:basedOn w:val="Tresczarzutu"/>
    <w:autoRedefine/>
    <w:pPr>
      <w:tabs>
        <w:tab w:val="clear" w:pos="9781"/>
      </w:tabs>
    </w:pPr>
    <w:rPr>
      <w:b w:val="0"/>
    </w:r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</w:rPr>
  </w:style>
  <w:style w:type="character" w:customStyle="1" w:styleId="ZnakZnak2">
    <w:name w:val="Znak Znak2"/>
    <w:rPr>
      <w:rFonts w:ascii="Arial" w:hAnsi="Arial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ZnakZnak1">
    <w:name w:val="Znak Znak1"/>
    <w:rPr>
      <w:rFonts w:ascii="Arial" w:hAnsi="Arial"/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ZnakZnak">
    <w:name w:val="Znak Znak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6357F3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83296B"/>
    <w:rPr>
      <w:rFonts w:ascii="Arial" w:hAnsi="Arial"/>
      <w:sz w:val="22"/>
    </w:rPr>
  </w:style>
  <w:style w:type="character" w:customStyle="1" w:styleId="StopkaZnak">
    <w:name w:val="Stopka Znak"/>
    <w:basedOn w:val="Domylnaczcionkaakapitu"/>
    <w:link w:val="Stopka"/>
    <w:rsid w:val="0083296B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00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TEMPLATE\PIP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PIP1</Template>
  <TotalTime>47</TotalTime>
  <Pages>2</Pages>
  <Words>530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przesłuchania świadka</vt:lpstr>
    </vt:vector>
  </TitlesOfParts>
  <Company>PIP OIP Opole</Company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przesłuchania świadka</dc:title>
  <dc:creator>Ewa Botor;PŻ</dc:creator>
  <cp:lastModifiedBy>Tomasz Pawłowski</cp:lastModifiedBy>
  <cp:revision>15</cp:revision>
  <cp:lastPrinted>2018-10-12T09:39:00Z</cp:lastPrinted>
  <dcterms:created xsi:type="dcterms:W3CDTF">2018-02-20T08:44:00Z</dcterms:created>
  <dcterms:modified xsi:type="dcterms:W3CDTF">2024-09-18T08:58:00Z</dcterms:modified>
</cp:coreProperties>
</file>